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A40B4A">
        <w:trPr>
          <w:trHeight w:val="315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A40B4A">
        <w:trPr>
          <w:trHeight w:val="315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212FC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212FC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Α2-</w:t>
            </w:r>
            <w:r w:rsidR="0015565B" w:rsidRPr="00DF25B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212FC9" w:rsidRPr="00212FC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Ο1.Ε02 </w:t>
            </w:r>
            <w:bookmarkStart w:id="0" w:name="_GoBack"/>
            <w:bookmarkEnd w:id="0"/>
            <w:r w:rsidR="00212FC9" w:rsidRPr="00212FC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Η/Υ Τύπου 02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A40B4A">
        <w:trPr>
          <w:trHeight w:val="31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212FC9" w:rsidRPr="00DF25B3" w:rsidTr="00F41C6C">
        <w:trPr>
          <w:trHeight w:val="28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FC9" w:rsidRPr="00FE320D" w:rsidRDefault="00212FC9" w:rsidP="00212FC9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αναφερθεί ο Κατασκευαστής-Σειρά-Μοντέλο</w:t>
            </w:r>
          </w:p>
        </w:tc>
        <w:tc>
          <w:tcPr>
            <w:tcW w:w="1441" w:type="dxa"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FC9" w:rsidRPr="00DF25B3" w:rsidTr="00F41C6C">
        <w:trPr>
          <w:trHeight w:val="28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FC9" w:rsidRPr="00DF25B3" w:rsidRDefault="00212FC9" w:rsidP="00212FC9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Να διαθέτει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σασσί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desktop</w:t>
            </w:r>
            <w:proofErr w:type="spellEnd"/>
          </w:p>
        </w:tc>
        <w:tc>
          <w:tcPr>
            <w:tcW w:w="1441" w:type="dxa"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FC9" w:rsidRPr="00DF25B3" w:rsidTr="00F41C6C">
        <w:trPr>
          <w:trHeight w:val="570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FC9" w:rsidRPr="00FE320D" w:rsidRDefault="00212FC9" w:rsidP="00212FC9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κεντρικό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επεγεργαστή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CPU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) τύπου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Intel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Core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i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7 14ης γενιάς ή ισοδύναμο ή καλύτερο</w:t>
            </w:r>
          </w:p>
        </w:tc>
        <w:tc>
          <w:tcPr>
            <w:tcW w:w="1441" w:type="dxa"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FC9" w:rsidRPr="00DF25B3" w:rsidTr="00F41C6C">
        <w:trPr>
          <w:trHeight w:val="28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FC9" w:rsidRPr="00FE320D" w:rsidRDefault="00212FC9" w:rsidP="00212FC9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μνήμη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RAM</w:t>
            </w:r>
            <w:r>
              <w:rPr>
                <w:rFonts w:ascii="Arial" w:hAnsi="Arial" w:cs="Arial"/>
                <w:color w:val="000000"/>
                <w:lang w:eastAsia="el-GR"/>
              </w:rPr>
              <w:t xml:space="preserve"> 32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GB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τύπου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DDR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1441" w:type="dxa"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FC9" w:rsidRPr="00DF25B3" w:rsidTr="00F41C6C">
        <w:trPr>
          <w:trHeight w:val="570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FC9" w:rsidRPr="00FE320D" w:rsidRDefault="00212FC9" w:rsidP="00212FC9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μια εσωτερική μονάδα αποθήκευσης δεδομένων μεγέθους &gt;= 1ΤΒ, τύπου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.2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PCIe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NVMe</w:t>
            </w:r>
            <w:proofErr w:type="spellEnd"/>
          </w:p>
        </w:tc>
        <w:tc>
          <w:tcPr>
            <w:tcW w:w="1441" w:type="dxa"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FC9" w:rsidRPr="00DF25B3" w:rsidTr="00F41C6C">
        <w:trPr>
          <w:trHeight w:val="570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FC9" w:rsidRPr="00FE320D" w:rsidRDefault="00212FC9" w:rsidP="00212FC9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ενσωματωμένη κάρτα γραφικών τύπου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Intel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UHD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Graphics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770 ή ισοδύναμη ή καλύτερη</w:t>
            </w:r>
          </w:p>
        </w:tc>
        <w:tc>
          <w:tcPr>
            <w:tcW w:w="1441" w:type="dxa"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FC9" w:rsidRPr="00EF62A6" w:rsidTr="00F41C6C">
        <w:trPr>
          <w:trHeight w:val="85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FC9" w:rsidRPr="005019CC" w:rsidRDefault="00212FC9" w:rsidP="00212FC9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διαθέτει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διεπαφές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: , &gt;= 1x Universal Audio Jack, &gt;= 2xUSB 2.0 Type-A, &gt;= 1x USB 3.1Type-C , &gt;= 1x RJ-45 port 10/100/1000 Mbps, &gt;= 2x USB 3.1 Type-A, &gt;= 1x DisplayPort 1.2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ή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/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και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HDMI</w:t>
            </w:r>
          </w:p>
        </w:tc>
        <w:tc>
          <w:tcPr>
            <w:tcW w:w="1441" w:type="dxa"/>
          </w:tcPr>
          <w:p w:rsidR="00212FC9" w:rsidRPr="00EF62A6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FC9" w:rsidRPr="00EF62A6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FC9" w:rsidRPr="00EF62A6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212FC9" w:rsidRPr="00DF25B3" w:rsidTr="00F41C6C">
        <w:trPr>
          <w:trHeight w:val="570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FC9" w:rsidRPr="00FE320D" w:rsidRDefault="00212FC9" w:rsidP="00212FC9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παραδωθεί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με ποντίκι οπτικό, ενσύρματο, του ίδιου κατασκευαστή με την κεντρική μονάδα</w:t>
            </w:r>
          </w:p>
        </w:tc>
        <w:tc>
          <w:tcPr>
            <w:tcW w:w="1441" w:type="dxa"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FC9" w:rsidRPr="00DF25B3" w:rsidTr="00F41C6C">
        <w:trPr>
          <w:trHeight w:val="570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FC9" w:rsidRPr="00FE320D" w:rsidRDefault="00212FC9" w:rsidP="00212FC9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παραδωθεί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με πληκτρολόγιο του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QWERTY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ενσύρματο,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διεπαφής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, του ίδιου κατασκευαστή με την κεντρική μονάδα</w:t>
            </w:r>
          </w:p>
        </w:tc>
        <w:tc>
          <w:tcPr>
            <w:tcW w:w="1441" w:type="dxa"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FC9" w:rsidRPr="00DF25B3" w:rsidTr="00F41C6C">
        <w:trPr>
          <w:trHeight w:val="28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FC9" w:rsidRPr="00DF25B3" w:rsidRDefault="00212FC9" w:rsidP="00212FC9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Να έχει πιστοποιήσεις CE, ENERGY STAR, EPEAT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Gold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, TCO 9 και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RoHS</w:t>
            </w:r>
            <w:proofErr w:type="spellEnd"/>
          </w:p>
        </w:tc>
        <w:tc>
          <w:tcPr>
            <w:tcW w:w="1441" w:type="dxa"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FC9" w:rsidRPr="00DF25B3" w:rsidTr="00F41C6C">
        <w:trPr>
          <w:trHeight w:val="570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2FC9" w:rsidRPr="00FE320D" w:rsidRDefault="00212FC9" w:rsidP="00212FC9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Εγγύηση 3 χρόνια, με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επιστόπια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υποστήριξη (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On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-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site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 επόμενης εργάσιμης ημέρας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Next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Business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Day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), με έγγραφη βεβαίωση του κατασκευαστή.</w:t>
            </w:r>
          </w:p>
        </w:tc>
        <w:tc>
          <w:tcPr>
            <w:tcW w:w="1441" w:type="dxa"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FC9" w:rsidRPr="00DF25B3" w:rsidRDefault="00212FC9" w:rsidP="00212FC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12FC9"/>
    <w:rsid w:val="00406FB0"/>
    <w:rsid w:val="00A40B4A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51E8B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1</TotalTime>
  <Pages>1</Pages>
  <Words>185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2025-09-09T11:29:00Z</dcterms:created>
  <dcterms:modified xsi:type="dcterms:W3CDTF">2025-09-10T11:02:00Z</dcterms:modified>
</cp:coreProperties>
</file>